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79744" w14:textId="77777777" w:rsidR="00C66170" w:rsidRDefault="00C66170" w:rsidP="00C66170">
      <w:pPr>
        <w:framePr w:w="9582" w:h="2155" w:wrap="notBeside" w:vAnchor="page" w:hAnchor="page" w:x="1702" w:y="3063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42"/>
        <w:gridCol w:w="3767"/>
      </w:tblGrid>
      <w:tr w:rsidR="00E85637" w14:paraId="502C069D" w14:textId="77777777" w:rsidTr="00C66170">
        <w:trPr>
          <w:cantSplit/>
          <w:trHeight w:val="567"/>
        </w:trPr>
        <w:tc>
          <w:tcPr>
            <w:tcW w:w="5217" w:type="dxa"/>
            <w:vMerge w:val="restart"/>
          </w:tcPr>
          <w:p w14:paraId="08C2DD4E" w14:textId="77777777" w:rsidR="00E85637" w:rsidRDefault="00ED09CD" w:rsidP="003511CD">
            <w:pPr>
              <w:framePr w:w="9582" w:h="2155" w:wrap="notBeside" w:vAnchor="page" w:hAnchor="page" w:x="1702" w:y="3063"/>
            </w:pPr>
            <w:r>
              <w:t>Viljandi Vallavalitsus</w:t>
            </w:r>
          </w:p>
          <w:p w14:paraId="36B0B0DC" w14:textId="77777777" w:rsidR="00ED09CD" w:rsidRDefault="00ED09CD" w:rsidP="003511CD">
            <w:pPr>
              <w:framePr w:w="9582" w:h="2155" w:wrap="notBeside" w:vAnchor="page" w:hAnchor="page" w:x="1702" w:y="3063"/>
            </w:pPr>
            <w:r>
              <w:t>viljandivald@viljandivald.ee</w:t>
            </w:r>
          </w:p>
        </w:tc>
        <w:tc>
          <w:tcPr>
            <w:tcW w:w="526" w:type="dxa"/>
            <w:noWrap/>
          </w:tcPr>
          <w:p w14:paraId="337DB240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83" w:type="dxa"/>
            <w:tcMar>
              <w:left w:w="85" w:type="dxa"/>
            </w:tcMar>
          </w:tcPr>
          <w:p w14:paraId="782C2247" w14:textId="77777777" w:rsidR="00E85637" w:rsidRDefault="00E85637" w:rsidP="00671C7C">
            <w:pPr>
              <w:framePr w:w="9582" w:h="2155" w:wrap="notBeside" w:vAnchor="page" w:hAnchor="page" w:x="1702" w:y="3063"/>
            </w:pPr>
          </w:p>
        </w:tc>
      </w:tr>
      <w:tr w:rsidR="00E85637" w14:paraId="6FA9A4B8" w14:textId="77777777" w:rsidTr="00C66170">
        <w:trPr>
          <w:cantSplit/>
          <w:trHeight w:val="743"/>
        </w:trPr>
        <w:tc>
          <w:tcPr>
            <w:tcW w:w="5217" w:type="dxa"/>
            <w:vMerge/>
          </w:tcPr>
          <w:p w14:paraId="44068296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26" w:type="dxa"/>
            <w:noWrap/>
          </w:tcPr>
          <w:p w14:paraId="48CC8E42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83" w:type="dxa"/>
            <w:tcMar>
              <w:left w:w="85" w:type="dxa"/>
            </w:tcMar>
          </w:tcPr>
          <w:p w14:paraId="6A7A44AE" w14:textId="2752866D" w:rsidR="00E85637" w:rsidRDefault="00B7608B" w:rsidP="00E43AD7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0" w:name="Text51"/>
            <w:r>
              <w:instrText xml:space="preserve"> FORMTEXT </w:instrText>
            </w:r>
            <w:r>
              <w:fldChar w:fldCharType="separate"/>
            </w:r>
            <w:r w:rsidR="0058282E" w:rsidRPr="0058282E">
              <w:rPr>
                <w:noProof/>
              </w:rPr>
              <w:t>3-2.1</w:t>
            </w:r>
            <w:r w:rsidR="002F68EF">
              <w:rPr>
                <w:noProof/>
              </w:rPr>
              <w:t>/202</w:t>
            </w:r>
            <w:r w:rsidR="00D65A33">
              <w:rPr>
                <w:noProof/>
              </w:rPr>
              <w:t>3/4935</w:t>
            </w:r>
            <w:r>
              <w:fldChar w:fldCharType="end"/>
            </w:r>
            <w:bookmarkEnd w:id="0"/>
          </w:p>
        </w:tc>
      </w:tr>
      <w:tr w:rsidR="00E85637" w14:paraId="1CCCA849" w14:textId="77777777" w:rsidTr="00C66170">
        <w:trPr>
          <w:cantSplit/>
          <w:trHeight w:hRule="exact" w:val="23"/>
        </w:trPr>
        <w:tc>
          <w:tcPr>
            <w:tcW w:w="5217" w:type="dxa"/>
          </w:tcPr>
          <w:p w14:paraId="5A211B0E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26" w:type="dxa"/>
            <w:noWrap/>
          </w:tcPr>
          <w:p w14:paraId="4317DDCC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83" w:type="dxa"/>
          </w:tcPr>
          <w:p w14:paraId="05A4C2AA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7260B8A8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0398F175" w14:textId="77777777" w:rsidR="00E85637" w:rsidRDefault="00E85637">
      <w:pPr>
        <w:rPr>
          <w:spacing w:val="0"/>
          <w:position w:val="0"/>
          <w:sz w:val="20"/>
        </w:rPr>
      </w:pPr>
    </w:p>
    <w:p w14:paraId="1D73C2B0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6493B8E7" wp14:editId="122965DD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AEF8C" w14:textId="77777777" w:rsidR="006113B4" w:rsidRDefault="00B06906" w:rsidP="0058282E">
      <w:pPr>
        <w:pStyle w:val="Pealkiri1"/>
      </w:pPr>
      <w:r w:rsidRPr="00B06906"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Pr="00B06906">
        <w:instrText xml:space="preserve"> FORMTEXT </w:instrText>
      </w:r>
      <w:r w:rsidRPr="00B06906">
        <w:fldChar w:fldCharType="separate"/>
      </w:r>
      <w:r w:rsidR="006113B4" w:rsidRPr="006113B4">
        <w:t xml:space="preserve">Taotlus </w:t>
      </w:r>
      <w:r w:rsidR="00ED09CD">
        <w:t>Viljandi</w:t>
      </w:r>
      <w:r w:rsidR="006113B4" w:rsidRPr="006113B4">
        <w:t xml:space="preserve"> vallale kuuluva tee</w:t>
      </w:r>
    </w:p>
    <w:p w14:paraId="39D4957E" w14:textId="77777777" w:rsidR="00E85637" w:rsidRDefault="006113B4" w:rsidP="0058282E">
      <w:pPr>
        <w:pStyle w:val="Pealkiri1"/>
        <w:rPr>
          <w:noProof/>
        </w:rPr>
      </w:pPr>
      <w:r w:rsidRPr="006113B4">
        <w:t>kasutamiseks metsamaterjali väljaveoks</w:t>
      </w:r>
      <w:r w:rsidR="00B06906" w:rsidRPr="00B06906">
        <w:fldChar w:fldCharType="end"/>
      </w:r>
    </w:p>
    <w:p w14:paraId="2B77CF20" w14:textId="77777777" w:rsidR="00E85637" w:rsidRDefault="00E85637"/>
    <w:p w14:paraId="2E51DBFD" w14:textId="77777777" w:rsidR="00E85637" w:rsidRDefault="00E85637">
      <w:pPr>
        <w:rPr>
          <w:sz w:val="26"/>
        </w:rPr>
      </w:pPr>
    </w:p>
    <w:p w14:paraId="157138D4" w14:textId="02D6183B" w:rsidR="00876974" w:rsidRDefault="000675A2" w:rsidP="00876974">
      <w:pPr>
        <w:jc w:val="both"/>
        <w:rPr>
          <w:b/>
          <w:spacing w:val="0"/>
          <w:position w:val="0"/>
        </w:rPr>
      </w:pPr>
      <w:r>
        <w:rPr>
          <w:spacing w:val="0"/>
          <w:position w:val="0"/>
        </w:rPr>
        <w:t xml:space="preserve">Palun </w:t>
      </w:r>
      <w:r w:rsidR="00ED09CD">
        <w:rPr>
          <w:spacing w:val="0"/>
          <w:position w:val="0"/>
        </w:rPr>
        <w:t>võimalusel luba järgmiste Viljandi</w:t>
      </w:r>
      <w:r>
        <w:rPr>
          <w:spacing w:val="0"/>
          <w:position w:val="0"/>
        </w:rPr>
        <w:t xml:space="preserve"> valla teede kasutamiseks metsamaterjali veoks (lubatud suurim autorongi mass 52 tonni)</w:t>
      </w:r>
      <w:r w:rsidR="00106907">
        <w:rPr>
          <w:spacing w:val="0"/>
          <w:position w:val="0"/>
        </w:rPr>
        <w:t xml:space="preserve"> </w:t>
      </w:r>
      <w:r>
        <w:rPr>
          <w:spacing w:val="0"/>
          <w:position w:val="0"/>
        </w:rPr>
        <w:t xml:space="preserve"> alates </w:t>
      </w:r>
      <w:r w:rsidR="00C21A50">
        <w:rPr>
          <w:b/>
          <w:spacing w:val="0"/>
          <w:position w:val="0"/>
        </w:rPr>
        <w:t>1</w:t>
      </w:r>
      <w:r w:rsidR="00166449">
        <w:rPr>
          <w:b/>
          <w:spacing w:val="0"/>
          <w:position w:val="0"/>
        </w:rPr>
        <w:t>4.08</w:t>
      </w:r>
      <w:r w:rsidR="000B5DE2">
        <w:rPr>
          <w:b/>
          <w:spacing w:val="0"/>
          <w:position w:val="0"/>
        </w:rPr>
        <w:t>.202</w:t>
      </w:r>
      <w:r w:rsidR="00166449">
        <w:rPr>
          <w:b/>
          <w:spacing w:val="0"/>
          <w:position w:val="0"/>
        </w:rPr>
        <w:t>3</w:t>
      </w:r>
      <w:r w:rsidRPr="000675A2">
        <w:rPr>
          <w:b/>
          <w:spacing w:val="0"/>
          <w:position w:val="0"/>
        </w:rPr>
        <w:t xml:space="preserve"> – </w:t>
      </w:r>
      <w:r w:rsidR="00106907">
        <w:rPr>
          <w:b/>
          <w:spacing w:val="0"/>
          <w:position w:val="0"/>
        </w:rPr>
        <w:t>3</w:t>
      </w:r>
      <w:r w:rsidR="00166449">
        <w:rPr>
          <w:b/>
          <w:spacing w:val="0"/>
          <w:position w:val="0"/>
        </w:rPr>
        <w:t>0</w:t>
      </w:r>
      <w:r w:rsidR="000B5DE2">
        <w:rPr>
          <w:b/>
          <w:spacing w:val="0"/>
          <w:position w:val="0"/>
        </w:rPr>
        <w:t>.</w:t>
      </w:r>
      <w:r w:rsidR="00166449">
        <w:rPr>
          <w:b/>
          <w:spacing w:val="0"/>
          <w:position w:val="0"/>
        </w:rPr>
        <w:t>09</w:t>
      </w:r>
      <w:r w:rsidRPr="000675A2">
        <w:rPr>
          <w:b/>
          <w:spacing w:val="0"/>
          <w:position w:val="0"/>
        </w:rPr>
        <w:t>.20</w:t>
      </w:r>
      <w:r w:rsidR="000B5DE2">
        <w:rPr>
          <w:b/>
          <w:spacing w:val="0"/>
          <w:position w:val="0"/>
        </w:rPr>
        <w:t>2</w:t>
      </w:r>
      <w:r w:rsidR="00166449">
        <w:rPr>
          <w:b/>
          <w:spacing w:val="0"/>
          <w:position w:val="0"/>
        </w:rPr>
        <w:t>3</w:t>
      </w:r>
      <w:r w:rsidRPr="000675A2">
        <w:rPr>
          <w:b/>
          <w:spacing w:val="0"/>
          <w:position w:val="0"/>
        </w:rPr>
        <w:t>.</w:t>
      </w:r>
    </w:p>
    <w:p w14:paraId="339DCE2B" w14:textId="77777777" w:rsidR="000675A2" w:rsidRDefault="000675A2" w:rsidP="00876974">
      <w:pPr>
        <w:jc w:val="both"/>
        <w:rPr>
          <w:b/>
          <w:spacing w:val="0"/>
          <w:position w:val="0"/>
        </w:rPr>
      </w:pPr>
    </w:p>
    <w:p w14:paraId="57613C8C" w14:textId="184957DF" w:rsidR="00773200" w:rsidRDefault="00166449" w:rsidP="00876974">
      <w:pPr>
        <w:jc w:val="both"/>
        <w:rPr>
          <w:b/>
          <w:spacing w:val="0"/>
          <w:position w:val="0"/>
        </w:rPr>
      </w:pPr>
      <w:r>
        <w:rPr>
          <w:b/>
          <w:spacing w:val="0"/>
          <w:position w:val="0"/>
        </w:rPr>
        <w:t>Raassilla - Panni</w:t>
      </w:r>
      <w:r w:rsidR="00C21A50">
        <w:rPr>
          <w:b/>
          <w:spacing w:val="0"/>
          <w:position w:val="0"/>
        </w:rPr>
        <w:t xml:space="preserve"> tee</w:t>
      </w:r>
      <w:r w:rsidR="005912F3">
        <w:rPr>
          <w:b/>
          <w:spacing w:val="0"/>
          <w:position w:val="0"/>
        </w:rPr>
        <w:t xml:space="preserve">  ( nr. </w:t>
      </w:r>
      <w:r w:rsidR="00C21A50">
        <w:rPr>
          <w:b/>
          <w:spacing w:val="0"/>
          <w:position w:val="0"/>
        </w:rPr>
        <w:t>79</w:t>
      </w:r>
      <w:r>
        <w:rPr>
          <w:b/>
          <w:spacing w:val="0"/>
          <w:position w:val="0"/>
        </w:rPr>
        <w:t>70516</w:t>
      </w:r>
      <w:r w:rsidR="005912F3">
        <w:rPr>
          <w:b/>
          <w:spacing w:val="0"/>
          <w:position w:val="0"/>
        </w:rPr>
        <w:t xml:space="preserve"> )</w:t>
      </w:r>
    </w:p>
    <w:p w14:paraId="43458D07" w14:textId="5E401F28" w:rsidR="00C21A50" w:rsidRDefault="00C21A50" w:rsidP="00876974">
      <w:pPr>
        <w:jc w:val="both"/>
        <w:rPr>
          <w:b/>
          <w:spacing w:val="0"/>
          <w:position w:val="0"/>
        </w:rPr>
      </w:pPr>
    </w:p>
    <w:p w14:paraId="5CF824A9" w14:textId="0B4A3458" w:rsidR="00C21A50" w:rsidRPr="00C21A50" w:rsidRDefault="00C21A50" w:rsidP="00876974">
      <w:pPr>
        <w:jc w:val="both"/>
        <w:rPr>
          <w:bCs/>
          <w:spacing w:val="0"/>
          <w:position w:val="0"/>
        </w:rPr>
      </w:pPr>
      <w:r>
        <w:rPr>
          <w:bCs/>
          <w:spacing w:val="0"/>
          <w:position w:val="0"/>
        </w:rPr>
        <w:t xml:space="preserve">Kasutusluba palun ca </w:t>
      </w:r>
      <w:r w:rsidR="00166449">
        <w:rPr>
          <w:bCs/>
          <w:spacing w:val="0"/>
          <w:position w:val="0"/>
        </w:rPr>
        <w:t>0,7</w:t>
      </w:r>
      <w:r>
        <w:rPr>
          <w:bCs/>
          <w:spacing w:val="0"/>
          <w:position w:val="0"/>
        </w:rPr>
        <w:t xml:space="preserve"> km pikkusele lõigule  (</w:t>
      </w:r>
      <w:r w:rsidR="00166449">
        <w:rPr>
          <w:bCs/>
          <w:spacing w:val="0"/>
          <w:position w:val="0"/>
        </w:rPr>
        <w:t xml:space="preserve"> Lisas sinisega,</w:t>
      </w:r>
      <w:r>
        <w:rPr>
          <w:bCs/>
          <w:spacing w:val="0"/>
          <w:position w:val="0"/>
        </w:rPr>
        <w:t xml:space="preserve"> riigimaanteest kuni RMK teeni)</w:t>
      </w:r>
    </w:p>
    <w:p w14:paraId="10CC1533" w14:textId="53A575A8" w:rsidR="005912F3" w:rsidRDefault="005912F3" w:rsidP="00876974">
      <w:pPr>
        <w:jc w:val="both"/>
        <w:rPr>
          <w:spacing w:val="0"/>
          <w:position w:val="0"/>
        </w:rPr>
      </w:pPr>
    </w:p>
    <w:p w14:paraId="3463096A" w14:textId="4944984A" w:rsidR="00773200" w:rsidRDefault="00773200" w:rsidP="00876974">
      <w:pPr>
        <w:jc w:val="both"/>
        <w:rPr>
          <w:spacing w:val="0"/>
          <w:position w:val="0"/>
        </w:rPr>
      </w:pPr>
    </w:p>
    <w:p w14:paraId="47FB2774" w14:textId="1BE807BC" w:rsidR="000675A2" w:rsidRDefault="00AF7E55" w:rsidP="00876974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>V</w:t>
      </w:r>
      <w:r w:rsidR="000675A2">
        <w:rPr>
          <w:spacing w:val="0"/>
          <w:position w:val="0"/>
        </w:rPr>
        <w:t>edusid organiseerib logistik Ülla Tomp (tel.nr. 51 42 243)</w:t>
      </w:r>
    </w:p>
    <w:p w14:paraId="09257332" w14:textId="77777777" w:rsidR="000675A2" w:rsidRDefault="000675A2" w:rsidP="00876974">
      <w:pPr>
        <w:jc w:val="both"/>
        <w:rPr>
          <w:spacing w:val="0"/>
          <w:position w:val="0"/>
        </w:rPr>
      </w:pPr>
    </w:p>
    <w:p w14:paraId="7AD4678D" w14:textId="77777777" w:rsidR="000675A2" w:rsidRDefault="000675A2" w:rsidP="00876974">
      <w:pPr>
        <w:jc w:val="both"/>
        <w:rPr>
          <w:b/>
          <w:spacing w:val="0"/>
          <w:position w:val="0"/>
        </w:rPr>
      </w:pPr>
      <w:r>
        <w:rPr>
          <w:spacing w:val="0"/>
          <w:position w:val="0"/>
        </w:rPr>
        <w:t>Vedudel kasutatavate autode nimekiri lisatud</w:t>
      </w:r>
      <w:r w:rsidR="00477BB1">
        <w:rPr>
          <w:b/>
          <w:spacing w:val="0"/>
          <w:position w:val="0"/>
        </w:rPr>
        <w:t>.</w:t>
      </w:r>
    </w:p>
    <w:p w14:paraId="41957FC3" w14:textId="2F7D8885" w:rsidR="00ED09CD" w:rsidRDefault="00ED09CD" w:rsidP="00876974">
      <w:pPr>
        <w:jc w:val="both"/>
        <w:rPr>
          <w:spacing w:val="0"/>
          <w:position w:val="0"/>
        </w:rPr>
      </w:pPr>
      <w:r>
        <w:rPr>
          <w:spacing w:val="0"/>
          <w:position w:val="0"/>
        </w:rPr>
        <w:t>Asukoha skeem lisatud.</w:t>
      </w:r>
    </w:p>
    <w:p w14:paraId="7DEB2C41" w14:textId="77777777" w:rsidR="00364BFA" w:rsidRPr="00ED09CD" w:rsidRDefault="00364BFA" w:rsidP="00876974">
      <w:pPr>
        <w:jc w:val="both"/>
        <w:rPr>
          <w:spacing w:val="0"/>
          <w:position w:val="0"/>
        </w:rPr>
      </w:pPr>
    </w:p>
    <w:p w14:paraId="1F533947" w14:textId="77777777" w:rsidR="00E85637" w:rsidRDefault="00E85637">
      <w:pPr>
        <w:sectPr w:rsidR="00E8563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56C91FAD" w14:textId="77777777" w:rsidR="001D139F" w:rsidRDefault="001D139F"/>
    <w:p w14:paraId="7CD1033D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797641BA" w14:textId="77777777" w:rsidR="00E85637" w:rsidRDefault="00E85637"/>
    <w:p w14:paraId="48C48577" w14:textId="77777777" w:rsidR="00E85637" w:rsidRDefault="00E85637"/>
    <w:p w14:paraId="3640FAAD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75DD8D85" w14:textId="77777777" w:rsidR="00E85637" w:rsidRDefault="00E85637"/>
    <w:p w14:paraId="4F8B1CE1" w14:textId="77777777" w:rsidR="00E85637" w:rsidRDefault="00E85637"/>
    <w:p w14:paraId="26DFBD6E" w14:textId="77777777" w:rsidR="00E85637" w:rsidRDefault="0058282E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(allkirjastatud digitaalselt)"/>
              <w:listEntry w:val="          "/>
            </w:ddList>
          </w:ffData>
        </w:fldChar>
      </w:r>
      <w:bookmarkStart w:id="1" w:name="Dropdown9"/>
      <w:r>
        <w:rPr>
          <w:spacing w:val="0"/>
          <w:position w:val="0"/>
        </w:rPr>
        <w:instrText xml:space="preserve"> FORMDROPDOWN </w:instrText>
      </w:r>
      <w:r w:rsidR="0072650B">
        <w:rPr>
          <w:spacing w:val="0"/>
          <w:position w:val="0"/>
        </w:rPr>
      </w:r>
      <w:r w:rsidR="0072650B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1"/>
    </w:p>
    <w:p w14:paraId="7072E8B2" w14:textId="77777777" w:rsidR="00E85637" w:rsidRDefault="00E85637"/>
    <w:p w14:paraId="0355D64D" w14:textId="77777777" w:rsidR="00E85637" w:rsidRDefault="00E85637">
      <w:pPr>
        <w:rPr>
          <w:sz w:val="14"/>
        </w:rPr>
      </w:pPr>
    </w:p>
    <w:p w14:paraId="0F0AEF2A" w14:textId="77777777" w:rsidR="00E85637" w:rsidRDefault="00E85637">
      <w:pPr>
        <w:rPr>
          <w:sz w:val="2"/>
        </w:rPr>
      </w:pPr>
    </w:p>
    <w:p w14:paraId="3185D1A9" w14:textId="77777777" w:rsidR="0058282E" w:rsidRDefault="000675A2">
      <w:r>
        <w:t>Herkki Kauts</w:t>
      </w:r>
    </w:p>
    <w:p w14:paraId="75C90B18" w14:textId="77777777" w:rsidR="000675A2" w:rsidRDefault="000675A2">
      <w:r>
        <w:t>RMK Edela regioon</w:t>
      </w:r>
    </w:p>
    <w:p w14:paraId="3CBB9B98" w14:textId="77777777" w:rsidR="00E85637" w:rsidRDefault="000675A2">
      <w:r>
        <w:t>Viljandimaa varumisjuht</w:t>
      </w:r>
    </w:p>
    <w:p w14:paraId="044CE413" w14:textId="77777777" w:rsidR="00E43AD7" w:rsidRDefault="00E43AD7"/>
    <w:p w14:paraId="14D655D1" w14:textId="77777777" w:rsidR="00E43AD7" w:rsidRDefault="00E43AD7"/>
    <w:p w14:paraId="7DA6ED24" w14:textId="6EE1E194" w:rsidR="000675A2" w:rsidRDefault="000675A2">
      <w:r>
        <w:t>526</w:t>
      </w:r>
      <w:r w:rsidR="00364BFA">
        <w:t xml:space="preserve"> </w:t>
      </w:r>
      <w:r>
        <w:t>3396</w:t>
      </w:r>
    </w:p>
    <w:p w14:paraId="07E48374" w14:textId="4D6EDE0A" w:rsidR="000675A2" w:rsidRDefault="00E5794C">
      <w:r>
        <w:t>h</w:t>
      </w:r>
      <w:r w:rsidR="000675A2">
        <w:t>erkki.kauts@rmk.ee</w:t>
      </w:r>
    </w:p>
    <w:sectPr w:rsidR="000675A2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B52E5" w14:textId="77777777" w:rsidR="008C0ACB" w:rsidRDefault="008C0ACB">
      <w:r>
        <w:separator/>
      </w:r>
    </w:p>
  </w:endnote>
  <w:endnote w:type="continuationSeparator" w:id="0">
    <w:p w14:paraId="143C0171" w14:textId="77777777" w:rsidR="008C0ACB" w:rsidRDefault="008C0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8C1E9" w14:textId="77777777" w:rsidR="00FD3266" w:rsidRDefault="00FD3266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C6F7B" w14:textId="77777777" w:rsidR="00FD3266" w:rsidRDefault="00FD3266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30E26" w14:textId="77777777" w:rsidR="00FD3266" w:rsidRDefault="00FD3266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40A4C" w14:textId="77777777" w:rsidR="008C0ACB" w:rsidRDefault="008C0ACB">
      <w:r>
        <w:separator/>
      </w:r>
    </w:p>
  </w:footnote>
  <w:footnote w:type="continuationSeparator" w:id="0">
    <w:p w14:paraId="0327E4F1" w14:textId="77777777" w:rsidR="008C0ACB" w:rsidRDefault="008C0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A598F" w14:textId="77777777" w:rsidR="00FD3266" w:rsidRDefault="00FD3266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6113B4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DD901" w14:textId="77777777" w:rsidR="00FD3266" w:rsidRDefault="00FD3266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F176D" w14:textId="77777777" w:rsidR="00FD3266" w:rsidRDefault="00FD3266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1323004574">
    <w:abstractNumId w:val="0"/>
  </w:num>
  <w:num w:numId="2" w16cid:durableId="13029002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82E"/>
    <w:rsid w:val="000675A2"/>
    <w:rsid w:val="000B5DE2"/>
    <w:rsid w:val="000C7A7A"/>
    <w:rsid w:val="000D31BC"/>
    <w:rsid w:val="000E0745"/>
    <w:rsid w:val="00106907"/>
    <w:rsid w:val="0015432F"/>
    <w:rsid w:val="00166449"/>
    <w:rsid w:val="00186242"/>
    <w:rsid w:val="00187A2D"/>
    <w:rsid w:val="001A75CC"/>
    <w:rsid w:val="001D139F"/>
    <w:rsid w:val="001E574A"/>
    <w:rsid w:val="00231DFB"/>
    <w:rsid w:val="00245002"/>
    <w:rsid w:val="002F19F9"/>
    <w:rsid w:val="002F68EF"/>
    <w:rsid w:val="00326150"/>
    <w:rsid w:val="003511CD"/>
    <w:rsid w:val="00356C40"/>
    <w:rsid w:val="00364BFA"/>
    <w:rsid w:val="00387D1D"/>
    <w:rsid w:val="003A08B0"/>
    <w:rsid w:val="003A5ACD"/>
    <w:rsid w:val="003B425C"/>
    <w:rsid w:val="003E043E"/>
    <w:rsid w:val="003F782D"/>
    <w:rsid w:val="004140A0"/>
    <w:rsid w:val="00436506"/>
    <w:rsid w:val="00464B47"/>
    <w:rsid w:val="00465661"/>
    <w:rsid w:val="00477BB1"/>
    <w:rsid w:val="00491E34"/>
    <w:rsid w:val="0056242A"/>
    <w:rsid w:val="0058282E"/>
    <w:rsid w:val="005912F3"/>
    <w:rsid w:val="006113B4"/>
    <w:rsid w:val="006228CF"/>
    <w:rsid w:val="00626C62"/>
    <w:rsid w:val="00671C7C"/>
    <w:rsid w:val="006D2B4E"/>
    <w:rsid w:val="006F1572"/>
    <w:rsid w:val="00704BBF"/>
    <w:rsid w:val="007248B7"/>
    <w:rsid w:val="0072650B"/>
    <w:rsid w:val="0075211E"/>
    <w:rsid w:val="00773200"/>
    <w:rsid w:val="007A08DD"/>
    <w:rsid w:val="007B7275"/>
    <w:rsid w:val="007E0D20"/>
    <w:rsid w:val="007F482F"/>
    <w:rsid w:val="00845FCB"/>
    <w:rsid w:val="00873228"/>
    <w:rsid w:val="00876974"/>
    <w:rsid w:val="008B1038"/>
    <w:rsid w:val="008C0A3A"/>
    <w:rsid w:val="008C0ACB"/>
    <w:rsid w:val="009007A0"/>
    <w:rsid w:val="00A9445B"/>
    <w:rsid w:val="00AA6DA9"/>
    <w:rsid w:val="00AF7E55"/>
    <w:rsid w:val="00B06906"/>
    <w:rsid w:val="00B44A85"/>
    <w:rsid w:val="00B7608B"/>
    <w:rsid w:val="00C21A50"/>
    <w:rsid w:val="00C32B5E"/>
    <w:rsid w:val="00C406E9"/>
    <w:rsid w:val="00C40847"/>
    <w:rsid w:val="00C424C4"/>
    <w:rsid w:val="00C52479"/>
    <w:rsid w:val="00C66170"/>
    <w:rsid w:val="00C67247"/>
    <w:rsid w:val="00D34BF1"/>
    <w:rsid w:val="00D65A33"/>
    <w:rsid w:val="00D7664A"/>
    <w:rsid w:val="00E144AD"/>
    <w:rsid w:val="00E43AD7"/>
    <w:rsid w:val="00E57378"/>
    <w:rsid w:val="00E5794C"/>
    <w:rsid w:val="00E7760F"/>
    <w:rsid w:val="00E85637"/>
    <w:rsid w:val="00EB453B"/>
    <w:rsid w:val="00EC5BAE"/>
    <w:rsid w:val="00ED09CD"/>
    <w:rsid w:val="00ED4D4F"/>
    <w:rsid w:val="00F04FCF"/>
    <w:rsid w:val="00F94062"/>
    <w:rsid w:val="00FD3266"/>
    <w:rsid w:val="00FE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05BFB6"/>
  <w15:docId w15:val="{65D30EE2-BB0F-442F-BC0D-9F01D0BD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AppData\Local\Microsoft\Windows\INetCache\IE\Q5JL2VSH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BFA65-EDE1-4B19-A06C-6315483B9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1</TotalTime>
  <Pages>1</Pages>
  <Words>88</Words>
  <Characters>769</Characters>
  <Application>Microsoft Office Word</Application>
  <DocSecurity>4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856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Herkki Kauts</cp:lastModifiedBy>
  <cp:revision>2</cp:revision>
  <cp:lastPrinted>2014-04-01T12:05:00Z</cp:lastPrinted>
  <dcterms:created xsi:type="dcterms:W3CDTF">2023-08-11T10:11:00Z</dcterms:created>
  <dcterms:modified xsi:type="dcterms:W3CDTF">2023-08-11T10:11:00Z</dcterms:modified>
</cp:coreProperties>
</file>